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600" w:rsidRPr="00454600" w:rsidRDefault="00454600" w:rsidP="00454600">
      <w:pPr>
        <w:jc w:val="center"/>
        <w:rPr>
          <w:sz w:val="16"/>
          <w:szCs w:val="16"/>
        </w:rPr>
      </w:pPr>
    </w:p>
    <w:p w:rsidR="001A4B95" w:rsidRPr="00551E91" w:rsidRDefault="00551E91" w:rsidP="00454600">
      <w:pPr>
        <w:jc w:val="center"/>
        <w:rPr>
          <w:b/>
        </w:rPr>
      </w:pPr>
      <w:r w:rsidRPr="00551E91">
        <w:rPr>
          <w:b/>
        </w:rPr>
        <w:t xml:space="preserve">Сведения </w:t>
      </w:r>
      <w:r w:rsidRPr="00551E91">
        <w:rPr>
          <w:b/>
        </w:rPr>
        <w:br/>
      </w:r>
      <w:r w:rsidR="00476D51" w:rsidRPr="00476D51">
        <w:rPr>
          <w:b/>
        </w:rPr>
        <w:t xml:space="preserve">о доходах, расходах, об имуществе и обязательствах имущественного характера </w:t>
      </w:r>
      <w:r w:rsidR="00476D51">
        <w:rPr>
          <w:b/>
        </w:rPr>
        <w:br/>
      </w:r>
      <w:r w:rsidR="003C1410">
        <w:rPr>
          <w:b/>
        </w:rPr>
        <w:t>муниципального</w:t>
      </w:r>
      <w:r w:rsidR="00476D51" w:rsidRPr="00476D51">
        <w:rPr>
          <w:b/>
        </w:rPr>
        <w:t xml:space="preserve"> служащего, его супруги (супруга) и несовершеннолетних детей</w:t>
      </w:r>
      <w:r w:rsidRPr="00551E91">
        <w:rPr>
          <w:b/>
        </w:rPr>
        <w:br/>
      </w:r>
      <w:r w:rsidR="00562735">
        <w:rPr>
          <w:b/>
        </w:rPr>
        <w:t>за период с 1 января 20</w:t>
      </w:r>
      <w:r w:rsidR="008D7071">
        <w:rPr>
          <w:b/>
        </w:rPr>
        <w:t>2</w:t>
      </w:r>
      <w:r w:rsidR="00FE79F7">
        <w:rPr>
          <w:b/>
        </w:rPr>
        <w:t>1</w:t>
      </w:r>
      <w:r w:rsidR="00562735">
        <w:rPr>
          <w:b/>
        </w:rPr>
        <w:t xml:space="preserve"> года по 31 декабря 20</w:t>
      </w:r>
      <w:r w:rsidR="008D7071">
        <w:rPr>
          <w:b/>
        </w:rPr>
        <w:t>2</w:t>
      </w:r>
      <w:r w:rsidR="00FE79F7">
        <w:rPr>
          <w:b/>
        </w:rPr>
        <w:t>1</w:t>
      </w:r>
      <w:r w:rsidR="001A4B95" w:rsidRPr="00551E91">
        <w:rPr>
          <w:b/>
        </w:rPr>
        <w:t xml:space="preserve"> года</w:t>
      </w:r>
    </w:p>
    <w:p w:rsidR="00744E24" w:rsidRPr="001A4B95" w:rsidRDefault="00744E24" w:rsidP="00454600">
      <w:pPr>
        <w:jc w:val="center"/>
      </w:pPr>
    </w:p>
    <w:p w:rsidR="001A4B95" w:rsidRPr="0055611B" w:rsidRDefault="001A4B95" w:rsidP="001A4B95">
      <w:pPr>
        <w:jc w:val="center"/>
        <w:rPr>
          <w:sz w:val="8"/>
          <w:szCs w:val="8"/>
        </w:rPr>
      </w:pPr>
    </w:p>
    <w:tbl>
      <w:tblPr>
        <w:tblW w:w="15687" w:type="dxa"/>
        <w:tblInd w:w="-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54"/>
        <w:gridCol w:w="1276"/>
        <w:gridCol w:w="1843"/>
        <w:gridCol w:w="1275"/>
        <w:gridCol w:w="709"/>
        <w:gridCol w:w="992"/>
        <w:gridCol w:w="1843"/>
        <w:gridCol w:w="709"/>
        <w:gridCol w:w="992"/>
        <w:gridCol w:w="1276"/>
        <w:gridCol w:w="1559"/>
        <w:gridCol w:w="1559"/>
      </w:tblGrid>
      <w:tr w:rsidR="00295403" w:rsidRPr="00283B0C" w:rsidTr="004E4BDC">
        <w:trPr>
          <w:trHeight w:val="702"/>
        </w:trPr>
        <w:tc>
          <w:tcPr>
            <w:tcW w:w="1654" w:type="dxa"/>
            <w:vMerge w:val="restart"/>
            <w:vAlign w:val="center"/>
          </w:tcPr>
          <w:p w:rsidR="00C243CD" w:rsidRPr="00BE7006" w:rsidRDefault="00476D51" w:rsidP="00C243CD">
            <w:pPr>
              <w:spacing w:before="120"/>
              <w:jc w:val="center"/>
              <w:rPr>
                <w:sz w:val="18"/>
                <w:szCs w:val="18"/>
              </w:rPr>
            </w:pPr>
            <w:r w:rsidRPr="00476D51">
              <w:rPr>
                <w:sz w:val="18"/>
                <w:szCs w:val="18"/>
              </w:rPr>
              <w:t>Фамилия и инициалы гражданского служащего</w:t>
            </w:r>
          </w:p>
        </w:tc>
        <w:tc>
          <w:tcPr>
            <w:tcW w:w="1276" w:type="dxa"/>
            <w:vMerge w:val="restart"/>
            <w:vAlign w:val="center"/>
          </w:tcPr>
          <w:p w:rsidR="00295403" w:rsidRPr="00BE7006" w:rsidRDefault="00295403" w:rsidP="005B02C5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Должность</w:t>
            </w:r>
          </w:p>
        </w:tc>
        <w:tc>
          <w:tcPr>
            <w:tcW w:w="4819" w:type="dxa"/>
            <w:gridSpan w:val="4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Транспортные средства (вид, марки)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C243CD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Декларированный годовой доход</w:t>
            </w:r>
            <w:r w:rsidR="00295403" w:rsidRPr="00BE7006">
              <w:rPr>
                <w:sz w:val="18"/>
                <w:szCs w:val="18"/>
              </w:rPr>
              <w:t xml:space="preserve"> (рублей)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95403" w:rsidRPr="00BE7006" w:rsidRDefault="00295403" w:rsidP="00396AF0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5403" w:rsidRPr="00283B0C" w:rsidTr="004E4BDC">
        <w:trPr>
          <w:cantSplit/>
          <w:trHeight w:val="1678"/>
        </w:trPr>
        <w:tc>
          <w:tcPr>
            <w:tcW w:w="1654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95403" w:rsidRPr="00BE7006" w:rsidRDefault="00295403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1275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992" w:type="dxa"/>
            <w:textDirection w:val="btLr"/>
            <w:vAlign w:val="center"/>
          </w:tcPr>
          <w:p w:rsidR="00295403" w:rsidRPr="00BE7006" w:rsidRDefault="00295403" w:rsidP="00295403">
            <w:pPr>
              <w:spacing w:before="120"/>
              <w:ind w:left="113" w:right="113"/>
              <w:jc w:val="center"/>
              <w:rPr>
                <w:sz w:val="18"/>
                <w:szCs w:val="18"/>
              </w:rPr>
            </w:pPr>
            <w:r w:rsidRPr="00BE7006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403" w:rsidRPr="00BE7006" w:rsidRDefault="00295403" w:rsidP="00295403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E79F7" w:rsidRPr="00283B0C" w:rsidTr="00343EDC">
        <w:trPr>
          <w:trHeight w:val="358"/>
        </w:trPr>
        <w:tc>
          <w:tcPr>
            <w:tcW w:w="1654" w:type="dxa"/>
            <w:vMerge w:val="restart"/>
          </w:tcPr>
          <w:p w:rsidR="00FE79F7" w:rsidRPr="007F7A65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 w:rsidRPr="007F7A65">
              <w:rPr>
                <w:sz w:val="18"/>
                <w:szCs w:val="18"/>
              </w:rPr>
              <w:t>Резникова А.Л</w:t>
            </w:r>
          </w:p>
        </w:tc>
        <w:tc>
          <w:tcPr>
            <w:tcW w:w="1276" w:type="dxa"/>
            <w:vMerge w:val="restart"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1/6 общей долевой</w:t>
            </w:r>
          </w:p>
        </w:tc>
        <w:tc>
          <w:tcPr>
            <w:tcW w:w="709" w:type="dxa"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992" w:type="dxa"/>
            <w:vMerge w:val="restart"/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09" w:type="dxa"/>
            <w:vMerge w:val="restart"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992" w:type="dxa"/>
            <w:vMerge w:val="restart"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FE79F7" w:rsidRPr="00BE7006" w:rsidRDefault="00FE79F7" w:rsidP="00FE79F7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1 709 790,41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FE79F7" w:rsidRDefault="003553B3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FE79F7">
              <w:rPr>
                <w:sz w:val="18"/>
                <w:szCs w:val="18"/>
              </w:rPr>
              <w:t>вартира</w:t>
            </w:r>
            <w:r w:rsidR="001C22EB">
              <w:rPr>
                <w:sz w:val="18"/>
                <w:szCs w:val="18"/>
              </w:rPr>
              <w:t xml:space="preserve"> 38,5</w:t>
            </w:r>
            <w:bookmarkStart w:id="0" w:name="_GoBack"/>
            <w:bookmarkEnd w:id="0"/>
          </w:p>
          <w:p w:rsidR="003553B3" w:rsidRPr="00BE7006" w:rsidRDefault="003553B3" w:rsidP="001C22EB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займа от 14.01.2021 и собственные накопления</w:t>
            </w:r>
            <w:r w:rsidR="001C22EB">
              <w:rPr>
                <w:sz w:val="18"/>
                <w:szCs w:val="18"/>
              </w:rPr>
              <w:t>.</w:t>
            </w:r>
          </w:p>
        </w:tc>
      </w:tr>
      <w:tr w:rsidR="00FE79F7" w:rsidRPr="00283B0C" w:rsidTr="0033428C">
        <w:trPr>
          <w:trHeight w:val="630"/>
        </w:trPr>
        <w:tc>
          <w:tcPr>
            <w:tcW w:w="1654" w:type="dxa"/>
            <w:vMerge/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  <w:tc>
          <w:tcPr>
            <w:tcW w:w="992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E79F7" w:rsidRPr="00283B0C" w:rsidTr="00FE79F7">
        <w:trPr>
          <w:trHeight w:val="945"/>
        </w:trPr>
        <w:tc>
          <w:tcPr>
            <w:tcW w:w="1654" w:type="dxa"/>
            <w:vMerge/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общей долевой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992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  <w:tr w:rsidR="00FE79F7" w:rsidRPr="00283B0C" w:rsidTr="00FE79F7">
        <w:trPr>
          <w:trHeight w:val="870"/>
        </w:trPr>
        <w:tc>
          <w:tcPr>
            <w:tcW w:w="1654" w:type="dxa"/>
            <w:vMerge/>
            <w:tcBorders>
              <w:bottom w:val="single" w:sz="4" w:space="0" w:color="auto"/>
            </w:tcBorders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E79F7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FE79F7" w:rsidRPr="00BE7006" w:rsidRDefault="00FE79F7" w:rsidP="00A2452E">
            <w:pPr>
              <w:spacing w:before="120"/>
              <w:jc w:val="center"/>
              <w:rPr>
                <w:sz w:val="18"/>
                <w:szCs w:val="18"/>
              </w:rPr>
            </w:pPr>
          </w:p>
        </w:tc>
      </w:tr>
    </w:tbl>
    <w:p w:rsidR="001A4B95" w:rsidRPr="00102BC4" w:rsidRDefault="001A4B95" w:rsidP="00C7600F">
      <w:pPr>
        <w:outlineLvl w:val="0"/>
        <w:rPr>
          <w:sz w:val="16"/>
          <w:szCs w:val="16"/>
        </w:rPr>
      </w:pPr>
    </w:p>
    <w:p w:rsidR="00744E24" w:rsidRDefault="00744E24" w:rsidP="001A4B95">
      <w:pPr>
        <w:jc w:val="right"/>
      </w:pPr>
    </w:p>
    <w:p w:rsidR="00744E24" w:rsidRDefault="00744E24" w:rsidP="001A4B95">
      <w:pPr>
        <w:jc w:val="right"/>
      </w:pPr>
    </w:p>
    <w:p w:rsidR="00846021" w:rsidRPr="007B57FF" w:rsidRDefault="00846021" w:rsidP="007B57FF"/>
    <w:sectPr w:rsidR="00846021" w:rsidRPr="007B57FF" w:rsidSect="007B57FF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02E" w:rsidRDefault="0058702E" w:rsidP="00380C98">
      <w:r>
        <w:separator/>
      </w:r>
    </w:p>
  </w:endnote>
  <w:endnote w:type="continuationSeparator" w:id="0">
    <w:p w:rsidR="0058702E" w:rsidRDefault="0058702E" w:rsidP="0038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02E" w:rsidRDefault="0058702E" w:rsidP="00380C98">
      <w:r>
        <w:separator/>
      </w:r>
    </w:p>
  </w:footnote>
  <w:footnote w:type="continuationSeparator" w:id="0">
    <w:p w:rsidR="0058702E" w:rsidRDefault="0058702E" w:rsidP="00380C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4AAB"/>
    <w:rsid w:val="000D3AAC"/>
    <w:rsid w:val="000F0509"/>
    <w:rsid w:val="00102BC4"/>
    <w:rsid w:val="00156352"/>
    <w:rsid w:val="00163732"/>
    <w:rsid w:val="001A4B95"/>
    <w:rsid w:val="001B4A87"/>
    <w:rsid w:val="001C22EB"/>
    <w:rsid w:val="001F5DAD"/>
    <w:rsid w:val="00214AAB"/>
    <w:rsid w:val="00224434"/>
    <w:rsid w:val="00283B0C"/>
    <w:rsid w:val="00295403"/>
    <w:rsid w:val="002D4739"/>
    <w:rsid w:val="0032295F"/>
    <w:rsid w:val="00326C4A"/>
    <w:rsid w:val="0033428C"/>
    <w:rsid w:val="00351C9E"/>
    <w:rsid w:val="003553B3"/>
    <w:rsid w:val="003720CF"/>
    <w:rsid w:val="0037732E"/>
    <w:rsid w:val="00380C98"/>
    <w:rsid w:val="00396AF0"/>
    <w:rsid w:val="003C1410"/>
    <w:rsid w:val="00454600"/>
    <w:rsid w:val="00476D51"/>
    <w:rsid w:val="00483A95"/>
    <w:rsid w:val="0048529C"/>
    <w:rsid w:val="004E4BDC"/>
    <w:rsid w:val="00551E91"/>
    <w:rsid w:val="00552790"/>
    <w:rsid w:val="0055611B"/>
    <w:rsid w:val="00562735"/>
    <w:rsid w:val="0058702E"/>
    <w:rsid w:val="00591C44"/>
    <w:rsid w:val="005A0ABA"/>
    <w:rsid w:val="005B02C5"/>
    <w:rsid w:val="005D4E99"/>
    <w:rsid w:val="006D2C1A"/>
    <w:rsid w:val="00744E24"/>
    <w:rsid w:val="00781080"/>
    <w:rsid w:val="007B57FF"/>
    <w:rsid w:val="007D7C63"/>
    <w:rsid w:val="007F7A65"/>
    <w:rsid w:val="00810A90"/>
    <w:rsid w:val="00843BF1"/>
    <w:rsid w:val="00846021"/>
    <w:rsid w:val="00881037"/>
    <w:rsid w:val="008B421C"/>
    <w:rsid w:val="008D7071"/>
    <w:rsid w:val="00992CA3"/>
    <w:rsid w:val="00A2452E"/>
    <w:rsid w:val="00B32999"/>
    <w:rsid w:val="00B3411D"/>
    <w:rsid w:val="00BE7006"/>
    <w:rsid w:val="00C243CD"/>
    <w:rsid w:val="00C7600F"/>
    <w:rsid w:val="00D07DC0"/>
    <w:rsid w:val="00D650E6"/>
    <w:rsid w:val="00D95EF0"/>
    <w:rsid w:val="00DE6813"/>
    <w:rsid w:val="00E01B41"/>
    <w:rsid w:val="00EA35BC"/>
    <w:rsid w:val="00F042A7"/>
    <w:rsid w:val="00FC52C4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1B899B3-F566-453C-B2B1-3504D3AD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9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B5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57FF"/>
    <w:rPr>
      <w:rFonts w:ascii="Times New Roman" w:hAnsi="Times New Roman" w:cs="Times New Roman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380C98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sid w:val="00380C98"/>
    <w:rPr>
      <w:rFonts w:ascii="Times New Roman" w:hAnsi="Times New Roman" w:cs="Times New Roman"/>
    </w:rPr>
  </w:style>
  <w:style w:type="character" w:styleId="a7">
    <w:name w:val="footnote reference"/>
    <w:uiPriority w:val="99"/>
    <w:semiHidden/>
    <w:unhideWhenUsed/>
    <w:rsid w:val="00380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74;&#1077;&#1076;&#1077;&#1085;&#1080;&#1103;%20&#1076;&#1083;&#1103;%20&#1089;&#1072;&#1081;&#1090;&#1072;%20&#1086;%20&#1076;&#1086;&#1093;&#1086;&#1076;&#1072;&#1093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roveDate xmlns="BD5D7F97-43DC-4B9B-BA58-7AFF08FDADA5" xsi:nil="true"/>
    <FullName xmlns="BD5D7F97-43DC-4B9B-BA58-7AFF08FDADA5" xsi:nil="true"/>
    <PositionInView xmlns="BD5D7F97-43DC-4B9B-BA58-7AFF08FDADA5"/>
    <Position xmlns="BD5D7F97-43DC-4B9B-BA58-7AFF08FDADA5"/>
    <StatusExt xmlns="BD5D7F97-43DC-4B9B-BA58-7AFF08FDADA5"/>
    <PublishDate xmlns="BD5D7F97-43DC-4B9B-BA58-7AFF08FDADA5" xsi:nil="true"/>
    <DoPublic xmlns="BD5D7F97-43DC-4B9B-BA58-7AFF08FDADA5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 с атрибутами" ma:contentTypeID="0x0101001CCE6BEE340741958E57C96A5CC68E3700454D4B384D81E14BB334C15D08F82CC2" ma:contentTypeVersion="5" ma:contentTypeDescription="Документ с атрибутами" ma:contentTypeScope="" ma:versionID="b00ce2beec636015e9697878be0e8ebc">
  <xsd:schema xmlns:xsd="http://www.w3.org/2001/XMLSchema" xmlns:xs="http://www.w3.org/2001/XMLSchema" xmlns:p="http://schemas.microsoft.com/office/2006/metadata/properties" xmlns:ns2="BD5D7F97-43DC-4B9B-BA58-7AFF08FDADA5" targetNamespace="http://schemas.microsoft.com/office/2006/metadata/properties" ma:root="true" ma:fieldsID="056a3c3acf7e7d804c2f5a6170baa7ca" ns2:_="">
    <xsd:import namespace="BD5D7F97-43DC-4B9B-BA58-7AFF08FDADA5"/>
    <xsd:element name="properties">
      <xsd:complexType>
        <xsd:sequence>
          <xsd:element name="documentManagement">
            <xsd:complexType>
              <xsd:all>
                <xsd:element ref="ns2:FullName" minOccurs="0"/>
                <xsd:element ref="ns2:PublishDate" minOccurs="0"/>
                <xsd:element ref="ns2:AproveDate" minOccurs="0"/>
                <xsd:element ref="ns2:StatusExt"/>
                <xsd:element ref="ns2:Position"/>
                <xsd:element ref="ns2:DoPublic"/>
                <xsd:element ref="ns2:PositionInView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7F97-43DC-4B9B-BA58-7AFF08FDADA5" elementFormDefault="qualified">
    <xsd:import namespace="http://schemas.microsoft.com/office/2006/documentManagement/types"/>
    <xsd:import namespace="http://schemas.microsoft.com/office/infopath/2007/PartnerControls"/>
    <xsd:element name="FullName" ma:index="7" nillable="true" ma:displayName="Полное наименование" ma:internalName="FullName" ma:showField="TRUE">
      <xsd:simpleType>
        <xsd:restriction base="dms:Note">
          <xsd:maxLength value="1024"/>
        </xsd:restriction>
      </xsd:simpleType>
    </xsd:element>
    <xsd:element name="PublishDate" ma:index="8" nillable="true" ma:displayName="Дата публикации" ma:default="[today]" ma:format="DateOnly" ma:internalName="PublishDate" ma:showField="TRUE">
      <xsd:simpleType>
        <xsd:restriction base="dms:DateTime"/>
      </xsd:simpleType>
    </xsd:element>
    <xsd:element name="AproveDate" ma:index="9" nillable="true" ma:displayName="Дата утверждения" ma:format="DateOnly" ma:internalName="AproveDate" ma:showField="TRUE">
      <xsd:simpleType>
        <xsd:restriction base="dms:DateTime"/>
      </xsd:simpleType>
    </xsd:element>
    <xsd:element name="StatusExt" ma:index="10" ma:displayName="Статус" ma:default="Без статуса" ma:format="Dropdown" ma:internalName="StatusExt" ma:showField="TRUE">
      <xsd:simpleType>
        <xsd:restriction base="dms:Choice">
          <xsd:enumeration value="Без статуса"/>
          <xsd:enumeration value="Утверждён"/>
          <xsd:enumeration value="Проект"/>
          <xsd:enumeration value="Утратил силу"/>
        </xsd:restriction>
      </xsd:simpleType>
    </xsd:element>
    <xsd:element name="Position" ma:index="11" ma:displayName="Позиция в анонсах на главной странице" ma:decimals="0" ma:default="100" ma:internalName="Position" ma:showField="TRUE">
      <xsd:simpleType>
        <xsd:restriction base="dms:Number">
          <xsd:minInclusive value="0"/>
        </xsd:restriction>
      </xsd:simpleType>
    </xsd:element>
    <xsd:element name="DoPublic" ma:index="12" ma:displayName="Публиковать в анонсах на главной странице" ma:default="1" ma:internalName="DoPublic" ma:showField="TRUE">
      <xsd:simpleType>
        <xsd:restriction base="dms:Boolean"/>
      </xsd:simpleType>
    </xsd:element>
    <xsd:element name="PositionInView" ma:index="13" ma:displayName="Позиция в представлении" ma:decimals="0" ma:default="100" ma:internalName="PositionInView" ma:showField="TRUE">
      <xsd:simpleType>
        <xsd:restriction base="dms:Number">
          <xsd:minInclusive value="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2540A-4433-4D81-83A0-6F1015AA71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BFD478-85F0-4556-8480-3EAC365C8761}">
  <ds:schemaRefs>
    <ds:schemaRef ds:uri="http://schemas.microsoft.com/office/2006/metadata/properties"/>
    <ds:schemaRef ds:uri="http://schemas.microsoft.com/office/infopath/2007/PartnerControls"/>
    <ds:schemaRef ds:uri="BD5D7F97-43DC-4B9B-BA58-7AFF08FDADA5"/>
  </ds:schemaRefs>
</ds:datastoreItem>
</file>

<file path=customXml/itemProps3.xml><?xml version="1.0" encoding="utf-8"?>
<ds:datastoreItem xmlns:ds="http://schemas.openxmlformats.org/officeDocument/2006/customXml" ds:itemID="{BA9B6038-5836-464B-A076-971DCC140D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1C3951A-E355-479F-996E-42150CF47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7F97-43DC-4B9B-BA58-7AFF08FDAD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4273920-B2A6-4D0C-9429-3633D6A6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 для сайта о доходах</Template>
  <TotalTime>241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Конс2</cp:lastModifiedBy>
  <cp:revision>10</cp:revision>
  <cp:lastPrinted>2014-01-22T07:31:00Z</cp:lastPrinted>
  <dcterms:created xsi:type="dcterms:W3CDTF">2017-05-03T05:59:00Z</dcterms:created>
  <dcterms:modified xsi:type="dcterms:W3CDTF">2022-04-26T05:48:00Z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 с атрибутами</vt:lpwstr>
  </property>
</Properties>
</file>