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E25882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445EA1">
        <w:rPr>
          <w:b/>
        </w:rPr>
        <w:t>за период с 1 января 201</w:t>
      </w:r>
      <w:r w:rsidR="00815BE6">
        <w:rPr>
          <w:b/>
        </w:rPr>
        <w:t>8</w:t>
      </w:r>
      <w:r w:rsidR="00445EA1">
        <w:rPr>
          <w:b/>
        </w:rPr>
        <w:t xml:space="preserve"> года по 31 декабря 201</w:t>
      </w:r>
      <w:r w:rsidR="00815BE6">
        <w:rPr>
          <w:b/>
        </w:rPr>
        <w:t>8</w:t>
      </w:r>
      <w:r w:rsidR="001A4B95" w:rsidRPr="00551E91">
        <w:rPr>
          <w:b/>
        </w:rPr>
        <w:t>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45EA1" w:rsidRPr="00283B0C" w:rsidTr="00752F58">
        <w:trPr>
          <w:trHeight w:val="398"/>
        </w:trPr>
        <w:tc>
          <w:tcPr>
            <w:tcW w:w="1654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Захарчук В.И.</w:t>
            </w:r>
          </w:p>
        </w:tc>
        <w:tc>
          <w:tcPr>
            <w:tcW w:w="1276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445EA1" w:rsidRPr="00BE7006" w:rsidRDefault="00445EA1" w:rsidP="00EF38B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63,8</w:t>
            </w:r>
          </w:p>
        </w:tc>
        <w:tc>
          <w:tcPr>
            <w:tcW w:w="992" w:type="dxa"/>
            <w:vMerge w:val="restart"/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445EA1" w:rsidRPr="00BE7006" w:rsidRDefault="00815BE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709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Ниссан кашкай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445EA1" w:rsidRPr="00BE7006" w:rsidRDefault="00815BE6" w:rsidP="00815BE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483 954</w:t>
            </w:r>
            <w:r w:rsidR="00EF38BA">
              <w:rPr>
                <w:sz w:val="18"/>
                <w:szCs w:val="18"/>
              </w:rPr>
              <w:t>,</w:t>
            </w:r>
            <w:r w:rsidR="0060061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45EA1" w:rsidRPr="00283B0C" w:rsidTr="00752F58">
        <w:trPr>
          <w:trHeight w:val="398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доли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45EA1" w:rsidRPr="00BE7006" w:rsidRDefault="00445EA1" w:rsidP="00EF38B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F38BA">
              <w:rPr>
                <w:sz w:val="18"/>
                <w:szCs w:val="18"/>
              </w:rPr>
              <w:t>9,4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sectPr w:rsidR="00744E24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27B" w:rsidRDefault="0013427B" w:rsidP="00380C98">
      <w:r>
        <w:separator/>
      </w:r>
    </w:p>
  </w:endnote>
  <w:endnote w:type="continuationSeparator" w:id="0">
    <w:p w:rsidR="0013427B" w:rsidRDefault="0013427B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27B" w:rsidRDefault="0013427B" w:rsidP="00380C98">
      <w:r>
        <w:separator/>
      </w:r>
    </w:p>
  </w:footnote>
  <w:footnote w:type="continuationSeparator" w:id="0">
    <w:p w:rsidR="0013427B" w:rsidRDefault="0013427B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4C7"/>
    <w:rsid w:val="000E7435"/>
    <w:rsid w:val="00102BC4"/>
    <w:rsid w:val="0013427B"/>
    <w:rsid w:val="001A4B95"/>
    <w:rsid w:val="00251294"/>
    <w:rsid w:val="00283B0C"/>
    <w:rsid w:val="00295403"/>
    <w:rsid w:val="002D4739"/>
    <w:rsid w:val="0032295F"/>
    <w:rsid w:val="00326C4A"/>
    <w:rsid w:val="00380C98"/>
    <w:rsid w:val="00396AF0"/>
    <w:rsid w:val="00445EA1"/>
    <w:rsid w:val="00454600"/>
    <w:rsid w:val="00476D51"/>
    <w:rsid w:val="00483A95"/>
    <w:rsid w:val="004E4BDC"/>
    <w:rsid w:val="00551E91"/>
    <w:rsid w:val="00552790"/>
    <w:rsid w:val="0055611B"/>
    <w:rsid w:val="005B02C5"/>
    <w:rsid w:val="005D4E99"/>
    <w:rsid w:val="0060061B"/>
    <w:rsid w:val="006C44C7"/>
    <w:rsid w:val="006D2C1A"/>
    <w:rsid w:val="00744E24"/>
    <w:rsid w:val="00781080"/>
    <w:rsid w:val="007B57FF"/>
    <w:rsid w:val="007D7C63"/>
    <w:rsid w:val="00810A90"/>
    <w:rsid w:val="00815BE6"/>
    <w:rsid w:val="00843BF1"/>
    <w:rsid w:val="00846021"/>
    <w:rsid w:val="00864DC6"/>
    <w:rsid w:val="008A187E"/>
    <w:rsid w:val="008B421C"/>
    <w:rsid w:val="00992CA3"/>
    <w:rsid w:val="009B60C9"/>
    <w:rsid w:val="00A2452E"/>
    <w:rsid w:val="00B32999"/>
    <w:rsid w:val="00B3411D"/>
    <w:rsid w:val="00BE7006"/>
    <w:rsid w:val="00C243CD"/>
    <w:rsid w:val="00C7600F"/>
    <w:rsid w:val="00CA6718"/>
    <w:rsid w:val="00D07DC0"/>
    <w:rsid w:val="00D650E6"/>
    <w:rsid w:val="00D95EF0"/>
    <w:rsid w:val="00DE6813"/>
    <w:rsid w:val="00E25882"/>
    <w:rsid w:val="00E63F9F"/>
    <w:rsid w:val="00EE14EA"/>
    <w:rsid w:val="00EF38BA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7AEA68-7E60-401E-9F04-5AB2AD56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76;&#1083;&#1103;%20&#1089;&#1072;&#1081;&#1090;&#1072;\&#1089;&#1074;&#1077;&#1076;&#1077;&#1085;&#1080;&#1103;%20&#1076;&#1083;&#1103;%20&#1089;&#1072;&#1081;&#1090;&#1072;%20&#1086;%20&#1076;&#1086;&#1093;&#1086;&#1076;&#1072;&#1093;%20&#1079;&#1072;&#1093;&#1072;&#1088;&#1095;&#1091;&#1082;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EFBD82F-0A48-4F88-9D4A-A56991C73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 захарчук (2)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Конс2</dc:creator>
  <cp:lastModifiedBy>Конс2</cp:lastModifiedBy>
  <cp:revision>5</cp:revision>
  <cp:lastPrinted>2014-01-22T07:31:00Z</cp:lastPrinted>
  <dcterms:created xsi:type="dcterms:W3CDTF">2017-05-03T05:22:00Z</dcterms:created>
  <dcterms:modified xsi:type="dcterms:W3CDTF">2019-05-16T00:58:00Z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