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3C1410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62735">
        <w:rPr>
          <w:b/>
        </w:rPr>
        <w:t>за период с 1 января 201</w:t>
      </w:r>
      <w:r w:rsidR="00224434">
        <w:rPr>
          <w:b/>
        </w:rPr>
        <w:t>7</w:t>
      </w:r>
      <w:r w:rsidR="00562735">
        <w:rPr>
          <w:b/>
        </w:rPr>
        <w:t xml:space="preserve"> года по 31 декабря 201</w:t>
      </w:r>
      <w:r w:rsidR="00224434">
        <w:rPr>
          <w:b/>
        </w:rPr>
        <w:t>7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43EDC">
        <w:trPr>
          <w:trHeight w:val="358"/>
        </w:trPr>
        <w:tc>
          <w:tcPr>
            <w:tcW w:w="1654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Резникова А.Л</w:t>
            </w:r>
          </w:p>
        </w:tc>
        <w:tc>
          <w:tcPr>
            <w:tcW w:w="1276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1/6 общей долевой</w:t>
            </w:r>
          </w:p>
        </w:tc>
        <w:tc>
          <w:tcPr>
            <w:tcW w:w="709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992" w:type="dxa"/>
            <w:vMerge w:val="restart"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224434" w:rsidP="0033428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944 702,21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630"/>
        </w:trPr>
        <w:tc>
          <w:tcPr>
            <w:tcW w:w="1654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914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DAD" w:rsidRDefault="001F5DAD" w:rsidP="00380C98">
      <w:r>
        <w:separator/>
      </w:r>
    </w:p>
  </w:endnote>
  <w:endnote w:type="continuationSeparator" w:id="0">
    <w:p w:rsidR="001F5DAD" w:rsidRDefault="001F5DAD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DAD" w:rsidRDefault="001F5DAD" w:rsidP="00380C98">
      <w:r>
        <w:separator/>
      </w:r>
    </w:p>
  </w:footnote>
  <w:footnote w:type="continuationSeparator" w:id="0">
    <w:p w:rsidR="001F5DAD" w:rsidRDefault="001F5DAD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AAB"/>
    <w:rsid w:val="000D3AAC"/>
    <w:rsid w:val="000F0509"/>
    <w:rsid w:val="00102BC4"/>
    <w:rsid w:val="00156352"/>
    <w:rsid w:val="00163732"/>
    <w:rsid w:val="001A4B95"/>
    <w:rsid w:val="001B4A87"/>
    <w:rsid w:val="001F5DAD"/>
    <w:rsid w:val="00214AAB"/>
    <w:rsid w:val="00224434"/>
    <w:rsid w:val="00283B0C"/>
    <w:rsid w:val="00295403"/>
    <w:rsid w:val="002D4739"/>
    <w:rsid w:val="0032295F"/>
    <w:rsid w:val="00326C4A"/>
    <w:rsid w:val="0033428C"/>
    <w:rsid w:val="00351C9E"/>
    <w:rsid w:val="00380C98"/>
    <w:rsid w:val="00396AF0"/>
    <w:rsid w:val="003C1410"/>
    <w:rsid w:val="00454600"/>
    <w:rsid w:val="00476D51"/>
    <w:rsid w:val="00483A95"/>
    <w:rsid w:val="004E4BDC"/>
    <w:rsid w:val="00551E91"/>
    <w:rsid w:val="00552790"/>
    <w:rsid w:val="0055611B"/>
    <w:rsid w:val="00562735"/>
    <w:rsid w:val="00591C44"/>
    <w:rsid w:val="005A0ABA"/>
    <w:rsid w:val="005B02C5"/>
    <w:rsid w:val="005D4E99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A35BC"/>
    <w:rsid w:val="00F042A7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B899B3-F566-453C-B2B1-3504D3AD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A8DFB60-3B52-41D3-A5E5-E8DAF912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4</cp:revision>
  <cp:lastPrinted>2014-01-22T07:31:00Z</cp:lastPrinted>
  <dcterms:created xsi:type="dcterms:W3CDTF">2017-05-03T05:59:00Z</dcterms:created>
  <dcterms:modified xsi:type="dcterms:W3CDTF">2018-05-03T01:31:00Z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