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201</w:t>
      </w:r>
      <w:r w:rsidR="0033428C">
        <w:rPr>
          <w:b/>
        </w:rPr>
        <w:t>5</w:t>
      </w:r>
      <w:r w:rsidR="00562735">
        <w:rPr>
          <w:b/>
        </w:rPr>
        <w:t xml:space="preserve"> года по 31 декабря 201</w:t>
      </w:r>
      <w:r w:rsidR="0033428C">
        <w:rPr>
          <w:b/>
        </w:rPr>
        <w:t>5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Резникова А.Л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33428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965 444,95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630"/>
        </w:trPr>
        <w:tc>
          <w:tcPr>
            <w:tcW w:w="1654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3428C" w:rsidRPr="00283B0C" w:rsidTr="0033428C">
        <w:trPr>
          <w:trHeight w:val="914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428C" w:rsidRPr="00BE7006" w:rsidRDefault="0033428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7349"/>
        <w:gridCol w:w="5109"/>
        <w:gridCol w:w="2251"/>
      </w:tblGrid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jc w:val="right"/>
            </w:pPr>
          </w:p>
        </w:tc>
        <w:tc>
          <w:tcPr>
            <w:tcW w:w="5109" w:type="dxa"/>
            <w:tcBorders>
              <w:bottom w:val="single" w:sz="4" w:space="0" w:color="auto"/>
            </w:tcBorders>
          </w:tcPr>
          <w:p w:rsidR="00744E24" w:rsidRPr="00FC52C4" w:rsidRDefault="00744E24" w:rsidP="00744E24">
            <w:pPr>
              <w:jc w:val="center"/>
            </w:pPr>
          </w:p>
        </w:tc>
        <w:tc>
          <w:tcPr>
            <w:tcW w:w="2251" w:type="dxa"/>
            <w:vAlign w:val="bottom"/>
          </w:tcPr>
          <w:p w:rsidR="00744E24" w:rsidRPr="00FC52C4" w:rsidRDefault="00744E24" w:rsidP="00744E24">
            <w:pPr>
              <w:jc w:val="center"/>
            </w:pPr>
            <w:r w:rsidRPr="002D4739">
              <w:rPr>
                <w:sz w:val="20"/>
                <w:szCs w:val="20"/>
              </w:rPr>
              <w:t xml:space="preserve">Фамилия, </w:t>
            </w:r>
            <w:r>
              <w:rPr>
                <w:sz w:val="20"/>
                <w:szCs w:val="20"/>
              </w:rPr>
              <w:t>инициалы</w:t>
            </w:r>
            <w:r w:rsidRPr="002D4739">
              <w:rPr>
                <w:sz w:val="20"/>
                <w:szCs w:val="20"/>
              </w:rPr>
              <w:t>.</w:t>
            </w:r>
          </w:p>
        </w:tc>
      </w:tr>
      <w:tr w:rsidR="00744E24" w:rsidRPr="00FC52C4" w:rsidTr="00744E24">
        <w:tc>
          <w:tcPr>
            <w:tcW w:w="7349" w:type="dxa"/>
          </w:tcPr>
          <w:p w:rsidR="00744E24" w:rsidRPr="00FC52C4" w:rsidRDefault="00744E24" w:rsidP="00744E24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5109" w:type="dxa"/>
            <w:tcBorders>
              <w:top w:val="single" w:sz="4" w:space="0" w:color="auto"/>
            </w:tcBorders>
          </w:tcPr>
          <w:p w:rsidR="00744E24" w:rsidRPr="00FC52C4" w:rsidRDefault="00744E24" w:rsidP="00744E24">
            <w:pPr>
              <w:jc w:val="center"/>
              <w:rPr>
                <w:sz w:val="16"/>
                <w:szCs w:val="16"/>
              </w:rPr>
            </w:pPr>
            <w:r w:rsidRPr="00FC52C4">
              <w:rPr>
                <w:sz w:val="16"/>
                <w:szCs w:val="16"/>
              </w:rPr>
              <w:t>(подпись, дата)</w:t>
            </w:r>
          </w:p>
        </w:tc>
        <w:tc>
          <w:tcPr>
            <w:tcW w:w="2251" w:type="dxa"/>
          </w:tcPr>
          <w:p w:rsidR="00744E24" w:rsidRPr="00FC52C4" w:rsidRDefault="00744E24" w:rsidP="00744E24">
            <w:pPr>
              <w:jc w:val="right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732" w:rsidRDefault="00163732" w:rsidP="00380C98">
      <w:r>
        <w:separator/>
      </w:r>
    </w:p>
  </w:endnote>
  <w:endnote w:type="continuationSeparator" w:id="0">
    <w:p w:rsidR="00163732" w:rsidRDefault="00163732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732" w:rsidRDefault="00163732" w:rsidP="00380C98">
      <w:r>
        <w:separator/>
      </w:r>
    </w:p>
  </w:footnote>
  <w:footnote w:type="continuationSeparator" w:id="0">
    <w:p w:rsidR="00163732" w:rsidRDefault="00163732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4AAB"/>
    <w:rsid w:val="000D3AAC"/>
    <w:rsid w:val="000F0509"/>
    <w:rsid w:val="00102BC4"/>
    <w:rsid w:val="00163732"/>
    <w:rsid w:val="001A4B95"/>
    <w:rsid w:val="00214AAB"/>
    <w:rsid w:val="00283B0C"/>
    <w:rsid w:val="00295403"/>
    <w:rsid w:val="002D4739"/>
    <w:rsid w:val="0032295F"/>
    <w:rsid w:val="00326C4A"/>
    <w:rsid w:val="0033428C"/>
    <w:rsid w:val="00351C9E"/>
    <w:rsid w:val="00380C98"/>
    <w:rsid w:val="00396AF0"/>
    <w:rsid w:val="003C1410"/>
    <w:rsid w:val="00454600"/>
    <w:rsid w:val="00476D51"/>
    <w:rsid w:val="00483A95"/>
    <w:rsid w:val="004E4BDC"/>
    <w:rsid w:val="00551E91"/>
    <w:rsid w:val="00552790"/>
    <w:rsid w:val="0055611B"/>
    <w:rsid w:val="00562735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810A90"/>
    <w:rsid w:val="00843BF1"/>
    <w:rsid w:val="00846021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F042A7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E35CB49-C425-49D3-B3F7-FF14008E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3</cp:revision>
  <cp:lastPrinted>2014-01-22T07:31:00Z</cp:lastPrinted>
  <dcterms:created xsi:type="dcterms:W3CDTF">2016-05-04T00:26:00Z</dcterms:created>
  <dcterms:modified xsi:type="dcterms:W3CDTF">2016-05-04T01:03:00Z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